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87E37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4EFEC6AB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1F185AED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0464F08C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2F6CD20C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7CC2F01F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5D82C654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7CFF6219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C635443" w14:textId="77777777" w:rsidR="005A6DF4" w:rsidRDefault="005A6DF4" w:rsidP="00E47F56">
      <w:pPr>
        <w:rPr>
          <w:rFonts w:ascii="Arial" w:hAnsi="Arial" w:cs="Arial"/>
          <w:szCs w:val="20"/>
        </w:rPr>
      </w:pPr>
    </w:p>
    <w:tbl>
      <w:tblPr>
        <w:tblStyle w:val="Kontuurtabel"/>
        <w:tblpPr w:leftFromText="141" w:rightFromText="141" w:vertAnchor="text" w:horzAnchor="margin" w:tblpXSpec="right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560"/>
        <w:gridCol w:w="450"/>
        <w:gridCol w:w="2256"/>
      </w:tblGrid>
      <w:tr w:rsidR="005A6DF4" w14:paraId="7413C6CC" w14:textId="77777777" w:rsidTr="00D977BE">
        <w:tc>
          <w:tcPr>
            <w:tcW w:w="709" w:type="dxa"/>
          </w:tcPr>
          <w:p w14:paraId="39A47FDB" w14:textId="77777777" w:rsidR="005A6DF4" w:rsidRDefault="005A6DF4" w:rsidP="005A6DF4">
            <w:pPr>
              <w:rPr>
                <w:lang w:val="et-EE"/>
              </w:rPr>
            </w:pPr>
            <w:r w:rsidRPr="008C461A">
              <w:rPr>
                <w:noProof/>
                <w:lang w:val="et-EE"/>
              </w:rPr>
              <w:drawing>
                <wp:anchor distT="0" distB="0" distL="114300" distR="114300" simplePos="0" relativeHeight="251660288" behindDoc="1" locked="0" layoutInCell="1" allowOverlap="1" wp14:anchorId="0B141BA3" wp14:editId="1D750413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-2160270</wp:posOffset>
                  </wp:positionV>
                  <wp:extent cx="2400000" cy="1440000"/>
                  <wp:effectExtent l="0" t="0" r="0" b="0"/>
                  <wp:wrapNone/>
                  <wp:docPr id="17" name="Graphic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2A07CC" wp14:editId="4079EE1B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-2541270</wp:posOffset>
                  </wp:positionV>
                  <wp:extent cx="2975610" cy="2231390"/>
                  <wp:effectExtent l="0" t="0" r="0" b="0"/>
                  <wp:wrapNone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t.sv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610" cy="223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t-EE"/>
              </w:rPr>
              <w:t>Teie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6C9D596" w14:textId="77777777" w:rsidR="005A6DF4" w:rsidRDefault="005A6DF4" w:rsidP="005A6DF4">
            <w:pPr>
              <w:rPr>
                <w:lang w:val="et-EE"/>
              </w:rPr>
            </w:pPr>
          </w:p>
        </w:tc>
        <w:tc>
          <w:tcPr>
            <w:tcW w:w="450" w:type="dxa"/>
          </w:tcPr>
          <w:p w14:paraId="3813E450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E2A9E9C" w14:textId="0A018B8C" w:rsidR="005A6DF4" w:rsidRDefault="005A6DF4" w:rsidP="005A6DF4">
            <w:pPr>
              <w:rPr>
                <w:lang w:val="et-EE"/>
              </w:rPr>
            </w:pPr>
          </w:p>
        </w:tc>
      </w:tr>
      <w:tr w:rsidR="005A6DF4" w14:paraId="0569331A" w14:textId="77777777" w:rsidTr="00D977BE">
        <w:tc>
          <w:tcPr>
            <w:tcW w:w="709" w:type="dxa"/>
          </w:tcPr>
          <w:p w14:paraId="35BE7154" w14:textId="77777777" w:rsidR="00006A21" w:rsidRDefault="00006A21" w:rsidP="005A6DF4">
            <w:pPr>
              <w:rPr>
                <w:lang w:val="et-EE"/>
              </w:rPr>
            </w:pPr>
          </w:p>
          <w:p w14:paraId="660E68AC" w14:textId="77777777" w:rsidR="005A6DF4" w:rsidRDefault="005A6DF4" w:rsidP="005A6DF4">
            <w:pPr>
              <w:rPr>
                <w:lang w:val="et-EE"/>
              </w:rPr>
            </w:pPr>
            <w:r>
              <w:rPr>
                <w:lang w:val="et-EE"/>
              </w:rPr>
              <w:t>Meie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CDF39CB" w14:textId="77777777" w:rsidR="00B14ACF" w:rsidRDefault="00B14ACF" w:rsidP="005A6DF4">
            <w:pPr>
              <w:rPr>
                <w:lang w:val="et-EE"/>
              </w:rPr>
            </w:pPr>
          </w:p>
          <w:p w14:paraId="13BBFE81" w14:textId="6A0CC666" w:rsidR="00006A21" w:rsidRDefault="00FC5622" w:rsidP="005A6DF4">
            <w:pPr>
              <w:rPr>
                <w:lang w:val="et-EE"/>
              </w:rPr>
            </w:pPr>
            <w:r>
              <w:rPr>
                <w:lang w:val="et-EE"/>
              </w:rPr>
              <w:t>9.02.2026</w:t>
            </w:r>
          </w:p>
        </w:tc>
        <w:tc>
          <w:tcPr>
            <w:tcW w:w="450" w:type="dxa"/>
          </w:tcPr>
          <w:p w14:paraId="2E1F4E6A" w14:textId="77777777" w:rsidR="00006A21" w:rsidRDefault="00006A21" w:rsidP="005A6DF4">
            <w:pPr>
              <w:rPr>
                <w:rFonts w:ascii="Arial" w:hAnsi="Arial" w:cs="Arial"/>
                <w:szCs w:val="20"/>
              </w:rPr>
            </w:pPr>
          </w:p>
          <w:p w14:paraId="02101127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D6EB413" w14:textId="77777777" w:rsidR="005A6DF4" w:rsidRDefault="005A6DF4" w:rsidP="005A6DF4">
            <w:pPr>
              <w:rPr>
                <w:lang w:val="et-EE"/>
              </w:rPr>
            </w:pPr>
          </w:p>
          <w:p w14:paraId="5AFF0B81" w14:textId="626E675D" w:rsidR="00006A21" w:rsidRDefault="00FC5622" w:rsidP="005A6DF4">
            <w:pPr>
              <w:rPr>
                <w:lang w:val="et-EE"/>
              </w:rPr>
            </w:pPr>
            <w:r>
              <w:rPr>
                <w:lang w:val="et-EE"/>
              </w:rPr>
              <w:t>4-25-3578</w:t>
            </w:r>
          </w:p>
        </w:tc>
      </w:tr>
    </w:tbl>
    <w:p w14:paraId="4563FE62" w14:textId="77777777" w:rsidR="00DD4F84" w:rsidRDefault="00DD4F84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03718B84" w14:textId="4B67CA91" w:rsidR="005073AE" w:rsidRPr="00455C09" w:rsidRDefault="004E5B94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  <w:r>
        <w:rPr>
          <w:rFonts w:ascii="Arial" w:hAnsi="Arial" w:cs="Arial"/>
          <w:b/>
          <w:bCs/>
          <w:szCs w:val="20"/>
          <w:lang w:val="et-EE"/>
        </w:rPr>
        <w:t>Transpordiamet</w:t>
      </w:r>
    </w:p>
    <w:p w14:paraId="4581CFA9" w14:textId="46DA8DFF" w:rsidR="006A238E" w:rsidRPr="007F368E" w:rsidRDefault="007F368E" w:rsidP="00F653F5">
      <w:pPr>
        <w:jc w:val="both"/>
        <w:rPr>
          <w:rFonts w:ascii="Arial" w:hAnsi="Arial" w:cs="Arial"/>
          <w:szCs w:val="20"/>
        </w:rPr>
      </w:pPr>
      <w:r w:rsidRPr="007F368E">
        <w:rPr>
          <w:rFonts w:ascii="Arial" w:hAnsi="Arial" w:cs="Arial"/>
          <w:szCs w:val="20"/>
        </w:rPr>
        <w:t>e-post:</w:t>
      </w:r>
      <w:r w:rsidR="00FC5622">
        <w:rPr>
          <w:rFonts w:ascii="Arial" w:hAnsi="Arial" w:cs="Arial"/>
          <w:szCs w:val="20"/>
        </w:rPr>
        <w:t xml:space="preserve"> info@transpordiamet.ee</w:t>
      </w:r>
    </w:p>
    <w:p w14:paraId="3B447B7E" w14:textId="77777777" w:rsidR="005073AE" w:rsidRDefault="005073AE" w:rsidP="00F653F5">
      <w:pPr>
        <w:jc w:val="both"/>
        <w:rPr>
          <w:rFonts w:ascii="Arial" w:hAnsi="Arial" w:cs="Arial"/>
          <w:szCs w:val="20"/>
          <w:lang w:val="et-EE"/>
        </w:rPr>
      </w:pPr>
    </w:p>
    <w:p w14:paraId="057A17CF" w14:textId="77777777" w:rsidR="005073AE" w:rsidRDefault="005073AE" w:rsidP="00F653F5">
      <w:pPr>
        <w:jc w:val="both"/>
        <w:rPr>
          <w:rFonts w:ascii="Arial" w:hAnsi="Arial" w:cs="Arial"/>
          <w:szCs w:val="20"/>
          <w:lang w:val="et-EE"/>
        </w:rPr>
      </w:pPr>
    </w:p>
    <w:p w14:paraId="119615BA" w14:textId="77777777" w:rsidR="00D977BE" w:rsidRDefault="00D977BE" w:rsidP="00F653F5">
      <w:pPr>
        <w:jc w:val="both"/>
        <w:rPr>
          <w:rFonts w:ascii="Arial" w:hAnsi="Arial" w:cs="Arial"/>
          <w:szCs w:val="20"/>
          <w:lang w:val="et-EE"/>
        </w:rPr>
      </w:pPr>
    </w:p>
    <w:p w14:paraId="494EC64F" w14:textId="77777777" w:rsidR="007F0774" w:rsidRDefault="007F0774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116B8157" w14:textId="77777777" w:rsidR="007F0774" w:rsidRDefault="007F0774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0E5C7D7B" w14:textId="77777777" w:rsidR="007F0774" w:rsidRDefault="007F0774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4C80447C" w14:textId="77777777" w:rsidR="00077F3D" w:rsidRDefault="00077F3D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20D9B8FD" w14:textId="77777777" w:rsidR="00077F3D" w:rsidRDefault="00077F3D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36C20D9D" w14:textId="77777777" w:rsidR="00077F3D" w:rsidRDefault="00077F3D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51A3432B" w14:textId="77777777" w:rsidR="00077F3D" w:rsidRDefault="00077F3D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</w:p>
    <w:p w14:paraId="44ED0DEE" w14:textId="4D91136E" w:rsidR="00D977BE" w:rsidRPr="00F653F5" w:rsidRDefault="00164A47" w:rsidP="00F653F5">
      <w:pPr>
        <w:jc w:val="both"/>
        <w:rPr>
          <w:rFonts w:ascii="Arial" w:hAnsi="Arial" w:cs="Arial"/>
          <w:b/>
          <w:bCs/>
          <w:szCs w:val="20"/>
          <w:lang w:val="et-EE"/>
        </w:rPr>
      </w:pPr>
      <w:r>
        <w:rPr>
          <w:rFonts w:ascii="Arial" w:hAnsi="Arial" w:cs="Arial"/>
          <w:b/>
          <w:bCs/>
          <w:szCs w:val="20"/>
          <w:lang w:val="et-EE"/>
        </w:rPr>
        <w:t>Päring</w:t>
      </w:r>
    </w:p>
    <w:p w14:paraId="0089CA09" w14:textId="77777777" w:rsidR="00F653F5" w:rsidRDefault="00F653F5" w:rsidP="00F653F5">
      <w:pPr>
        <w:jc w:val="both"/>
        <w:rPr>
          <w:rFonts w:ascii="Arial" w:hAnsi="Arial" w:cs="Arial"/>
          <w:szCs w:val="20"/>
          <w:lang w:val="et-EE"/>
        </w:rPr>
      </w:pPr>
    </w:p>
    <w:p w14:paraId="7CFE380F" w14:textId="77777777" w:rsidR="00077F3D" w:rsidRDefault="00077F3D" w:rsidP="00F653F5">
      <w:pPr>
        <w:jc w:val="both"/>
        <w:rPr>
          <w:rFonts w:ascii="Arial" w:hAnsi="Arial" w:cs="Arial"/>
          <w:szCs w:val="20"/>
          <w:lang w:val="et-EE"/>
        </w:rPr>
      </w:pPr>
    </w:p>
    <w:p w14:paraId="49AA050A" w14:textId="707AC3D3" w:rsidR="00536411" w:rsidRDefault="00164A47" w:rsidP="007F0774">
      <w:pPr>
        <w:jc w:val="both"/>
        <w:rPr>
          <w:rFonts w:ascii="Arial" w:hAnsi="Arial" w:cs="Arial"/>
          <w:lang w:val="et-EE"/>
        </w:rPr>
      </w:pPr>
      <w:r w:rsidRPr="007F0774">
        <w:rPr>
          <w:rFonts w:ascii="Arial" w:hAnsi="Arial" w:cs="Arial"/>
          <w:szCs w:val="20"/>
          <w:lang w:val="et-EE"/>
        </w:rPr>
        <w:t>Tartu Maakohtu menetluses</w:t>
      </w:r>
      <w:r w:rsidR="00972F4A">
        <w:rPr>
          <w:rFonts w:ascii="Arial" w:hAnsi="Arial" w:cs="Arial"/>
          <w:szCs w:val="20"/>
          <w:lang w:val="et-EE"/>
        </w:rPr>
        <w:t xml:space="preserve"> on v</w:t>
      </w:r>
      <w:r w:rsidR="007F0774" w:rsidRPr="007F0774">
        <w:rPr>
          <w:rFonts w:ascii="Arial" w:hAnsi="Arial" w:cs="Arial"/>
          <w:szCs w:val="20"/>
          <w:lang w:val="et-EE"/>
        </w:rPr>
        <w:t>äärteoas</w:t>
      </w:r>
      <w:r w:rsidR="00972F4A">
        <w:rPr>
          <w:rFonts w:ascii="Arial" w:hAnsi="Arial" w:cs="Arial"/>
          <w:szCs w:val="20"/>
          <w:lang w:val="et-EE"/>
        </w:rPr>
        <w:t>i</w:t>
      </w:r>
      <w:r w:rsidR="007F0774" w:rsidRPr="007F0774">
        <w:rPr>
          <w:rFonts w:ascii="Arial" w:hAnsi="Arial" w:cs="Arial"/>
          <w:szCs w:val="20"/>
          <w:lang w:val="et-EE"/>
        </w:rPr>
        <w:t xml:space="preserve"> nr 4-25-3578</w:t>
      </w:r>
      <w:r w:rsidR="00972F4A">
        <w:rPr>
          <w:rFonts w:ascii="Arial" w:hAnsi="Arial" w:cs="Arial"/>
          <w:szCs w:val="20"/>
          <w:lang w:val="et-EE"/>
        </w:rPr>
        <w:t>, mille</w:t>
      </w:r>
      <w:r w:rsidR="007F0774">
        <w:rPr>
          <w:rFonts w:ascii="Arial" w:hAnsi="Arial" w:cs="Arial"/>
          <w:szCs w:val="20"/>
          <w:lang w:val="et-EE"/>
        </w:rPr>
        <w:t xml:space="preserve"> lahendamiseks</w:t>
      </w:r>
      <w:r w:rsidR="007F0774" w:rsidRPr="007F0774">
        <w:rPr>
          <w:rFonts w:ascii="Arial" w:hAnsi="Arial" w:cs="Arial"/>
          <w:szCs w:val="20"/>
          <w:lang w:val="et-EE"/>
        </w:rPr>
        <w:t xml:space="preserve"> soovib kohus </w:t>
      </w:r>
      <w:r w:rsidR="008A34F4" w:rsidRPr="007F0774">
        <w:rPr>
          <w:rFonts w:ascii="Arial" w:hAnsi="Arial" w:cs="Arial"/>
          <w:lang w:val="et-EE"/>
        </w:rPr>
        <w:t xml:space="preserve">Transpordiametilt teada, </w:t>
      </w:r>
      <w:r w:rsidR="007D3F1D" w:rsidRPr="007F0774">
        <w:rPr>
          <w:rFonts w:ascii="Arial" w:hAnsi="Arial" w:cs="Arial"/>
          <w:lang w:val="et-EE"/>
        </w:rPr>
        <w:t>k</w:t>
      </w:r>
      <w:r w:rsidR="008A34F4" w:rsidRPr="007F0774">
        <w:rPr>
          <w:rFonts w:ascii="Arial" w:hAnsi="Arial" w:cs="Arial"/>
          <w:lang w:val="et-EE"/>
        </w:rPr>
        <w:t>as 19. septembril 2025</w:t>
      </w:r>
      <w:r w:rsidR="007D3F1D" w:rsidRPr="007F0774">
        <w:rPr>
          <w:rFonts w:ascii="Arial" w:hAnsi="Arial" w:cs="Arial"/>
          <w:lang w:val="et-EE"/>
        </w:rPr>
        <w:t>. a kell 8.51</w:t>
      </w:r>
      <w:r w:rsidR="008A34F4" w:rsidRPr="007F0774">
        <w:rPr>
          <w:rFonts w:ascii="Arial" w:hAnsi="Arial" w:cs="Arial"/>
          <w:lang w:val="et-EE"/>
        </w:rPr>
        <w:t xml:space="preserve"> </w:t>
      </w:r>
      <w:r w:rsidR="00536411" w:rsidRPr="007F0774">
        <w:rPr>
          <w:rFonts w:ascii="Arial" w:hAnsi="Arial" w:cs="Arial"/>
          <w:lang w:val="et-EE"/>
        </w:rPr>
        <w:t xml:space="preserve">Jõgeva maakonnas Mustvee vallas Jõhvi – Tartu – Valga tee 65. kilomeetril Jõhvi suunas </w:t>
      </w:r>
      <w:r w:rsidR="000833F4">
        <w:rPr>
          <w:rFonts w:ascii="Arial" w:hAnsi="Arial" w:cs="Arial"/>
          <w:lang w:val="et-EE"/>
        </w:rPr>
        <w:t>kehtis</w:t>
      </w:r>
      <w:r w:rsidR="00252F55">
        <w:rPr>
          <w:rFonts w:ascii="Arial" w:hAnsi="Arial" w:cs="Arial"/>
          <w:lang w:val="et-EE"/>
        </w:rPr>
        <w:t xml:space="preserve"> </w:t>
      </w:r>
      <w:r w:rsidR="00C84251">
        <w:rPr>
          <w:rFonts w:ascii="Arial" w:hAnsi="Arial" w:cs="Arial"/>
          <w:lang w:val="et-EE"/>
        </w:rPr>
        <w:t>liiklusmä</w:t>
      </w:r>
      <w:r w:rsidR="00C601D5">
        <w:rPr>
          <w:rFonts w:ascii="Arial" w:hAnsi="Arial" w:cs="Arial"/>
          <w:lang w:val="et-EE"/>
        </w:rPr>
        <w:t>r</w:t>
      </w:r>
      <w:r w:rsidR="00252F55">
        <w:rPr>
          <w:rFonts w:ascii="Arial" w:hAnsi="Arial" w:cs="Arial"/>
          <w:lang w:val="et-EE"/>
        </w:rPr>
        <w:t>gi</w:t>
      </w:r>
      <w:r w:rsidR="00C84251">
        <w:rPr>
          <w:rFonts w:ascii="Arial" w:hAnsi="Arial" w:cs="Arial"/>
          <w:lang w:val="et-EE"/>
        </w:rPr>
        <w:t xml:space="preserve"> nr 35</w:t>
      </w:r>
      <w:r w:rsidR="004A20B3">
        <w:rPr>
          <w:rFonts w:ascii="Arial" w:hAnsi="Arial" w:cs="Arial"/>
          <w:lang w:val="et-EE"/>
        </w:rPr>
        <w:t>1</w:t>
      </w:r>
      <w:r w:rsidR="00C84251">
        <w:rPr>
          <w:rFonts w:ascii="Arial" w:hAnsi="Arial" w:cs="Arial"/>
          <w:lang w:val="et-EE"/>
        </w:rPr>
        <w:t xml:space="preserve"> </w:t>
      </w:r>
      <w:r w:rsidR="004A20B3">
        <w:rPr>
          <w:rFonts w:ascii="Arial" w:hAnsi="Arial" w:cs="Arial"/>
          <w:lang w:val="et-EE"/>
        </w:rPr>
        <w:t>„</w:t>
      </w:r>
      <w:r w:rsidR="003011C6">
        <w:rPr>
          <w:rFonts w:ascii="Arial" w:hAnsi="Arial" w:cs="Arial"/>
          <w:lang w:val="et-EE"/>
        </w:rPr>
        <w:t>suurim kiirus</w:t>
      </w:r>
      <w:r w:rsidR="00BA208E">
        <w:rPr>
          <w:rFonts w:ascii="Arial" w:hAnsi="Arial" w:cs="Arial"/>
          <w:lang w:val="et-EE"/>
        </w:rPr>
        <w:t>“</w:t>
      </w:r>
      <w:r w:rsidR="000339BA">
        <w:rPr>
          <w:rFonts w:ascii="Arial" w:hAnsi="Arial" w:cs="Arial"/>
          <w:lang w:val="et-EE"/>
        </w:rPr>
        <w:t xml:space="preserve"> 80 km/h</w:t>
      </w:r>
      <w:r w:rsidR="00252F55">
        <w:rPr>
          <w:rFonts w:ascii="Arial" w:hAnsi="Arial" w:cs="Arial"/>
          <w:lang w:val="et-EE"/>
        </w:rPr>
        <w:t xml:space="preserve"> mõjuala</w:t>
      </w:r>
      <w:r w:rsidR="000339BA">
        <w:rPr>
          <w:rFonts w:ascii="Arial" w:hAnsi="Arial" w:cs="Arial"/>
          <w:lang w:val="et-EE"/>
        </w:rPr>
        <w:t xml:space="preserve">. </w:t>
      </w:r>
      <w:r w:rsidR="007D3F1D" w:rsidRPr="007F0774">
        <w:rPr>
          <w:rFonts w:ascii="Arial" w:hAnsi="Arial" w:cs="Arial"/>
          <w:lang w:val="et-EE"/>
        </w:rPr>
        <w:t xml:space="preserve">Kui </w:t>
      </w:r>
      <w:r w:rsidR="006B471A">
        <w:rPr>
          <w:rFonts w:ascii="Arial" w:hAnsi="Arial" w:cs="Arial"/>
          <w:lang w:val="et-EE"/>
        </w:rPr>
        <w:t>jah</w:t>
      </w:r>
      <w:r w:rsidR="007D3F1D" w:rsidRPr="007F0774">
        <w:rPr>
          <w:rFonts w:ascii="Arial" w:hAnsi="Arial" w:cs="Arial"/>
          <w:lang w:val="et-EE"/>
        </w:rPr>
        <w:t xml:space="preserve">, siis mis kuupäeval </w:t>
      </w:r>
      <w:r w:rsidR="001D253D" w:rsidRPr="007F0774">
        <w:rPr>
          <w:rFonts w:ascii="Arial" w:hAnsi="Arial" w:cs="Arial"/>
          <w:lang w:val="et-EE"/>
        </w:rPr>
        <w:t>vastav liiklusmärk paigaldati</w:t>
      </w:r>
      <w:r w:rsidR="00250D74">
        <w:rPr>
          <w:rFonts w:ascii="Arial" w:hAnsi="Arial" w:cs="Arial"/>
          <w:lang w:val="et-EE"/>
        </w:rPr>
        <w:t xml:space="preserve"> ning </w:t>
      </w:r>
      <w:r w:rsidR="00715F54">
        <w:rPr>
          <w:rFonts w:ascii="Arial" w:hAnsi="Arial" w:cs="Arial"/>
          <w:lang w:val="et-EE"/>
        </w:rPr>
        <w:t xml:space="preserve">mis kilomeetritel täpsemalt </w:t>
      </w:r>
      <w:r w:rsidR="00D63836">
        <w:rPr>
          <w:rFonts w:ascii="Arial" w:hAnsi="Arial" w:cs="Arial"/>
          <w:lang w:val="et-EE"/>
        </w:rPr>
        <w:t xml:space="preserve">oli </w:t>
      </w:r>
      <w:r w:rsidR="00715F54">
        <w:rPr>
          <w:rFonts w:ascii="Arial" w:hAnsi="Arial" w:cs="Arial"/>
          <w:lang w:val="et-EE"/>
        </w:rPr>
        <w:t>kiirusepiirangu mõju</w:t>
      </w:r>
      <w:r w:rsidR="00330C9B">
        <w:rPr>
          <w:rFonts w:ascii="Arial" w:hAnsi="Arial" w:cs="Arial"/>
          <w:lang w:val="et-EE"/>
        </w:rPr>
        <w:t>ala</w:t>
      </w:r>
      <w:r w:rsidR="00D63836">
        <w:rPr>
          <w:rFonts w:ascii="Arial" w:hAnsi="Arial" w:cs="Arial"/>
          <w:lang w:val="et-EE"/>
        </w:rPr>
        <w:t>.</w:t>
      </w:r>
      <w:r w:rsidR="004F64A0">
        <w:rPr>
          <w:rFonts w:ascii="Arial" w:hAnsi="Arial" w:cs="Arial"/>
          <w:lang w:val="et-EE"/>
        </w:rPr>
        <w:t xml:space="preserve"> Kas </w:t>
      </w:r>
      <w:r w:rsidR="007F0C22">
        <w:rPr>
          <w:rFonts w:ascii="Arial" w:hAnsi="Arial" w:cs="Arial"/>
          <w:lang w:val="et-EE"/>
        </w:rPr>
        <w:t>samal tee</w:t>
      </w:r>
      <w:r w:rsidR="001B3B00">
        <w:rPr>
          <w:rFonts w:ascii="Arial" w:hAnsi="Arial" w:cs="Arial"/>
          <w:lang w:val="et-EE"/>
        </w:rPr>
        <w:t>lõigul kehtib sama kiirusepiirang ka käesoleval ajal</w:t>
      </w:r>
      <w:r w:rsidR="005432D0">
        <w:rPr>
          <w:rFonts w:ascii="Arial" w:hAnsi="Arial" w:cs="Arial"/>
          <w:lang w:val="et-EE"/>
        </w:rPr>
        <w:t>? Kui ei, siis mis ajani see kehtis.</w:t>
      </w:r>
    </w:p>
    <w:p w14:paraId="41152CA5" w14:textId="77777777" w:rsidR="00AC0973" w:rsidRDefault="00AC0973" w:rsidP="007F0774">
      <w:pPr>
        <w:jc w:val="both"/>
        <w:rPr>
          <w:rFonts w:ascii="Arial" w:hAnsi="Arial" w:cs="Arial"/>
          <w:lang w:val="et-EE"/>
        </w:rPr>
      </w:pPr>
    </w:p>
    <w:p w14:paraId="12E7BFAD" w14:textId="45B8E525" w:rsidR="00872B3C" w:rsidRDefault="00872B3C" w:rsidP="00872B3C">
      <w:pPr>
        <w:jc w:val="both"/>
        <w:rPr>
          <w:rFonts w:ascii="Arial" w:hAnsi="Arial" w:cs="Arial"/>
          <w:szCs w:val="20"/>
          <w:lang w:val="et-EE"/>
        </w:rPr>
      </w:pPr>
      <w:r w:rsidRPr="00C263D7">
        <w:rPr>
          <w:rFonts w:ascii="Arial" w:hAnsi="Arial" w:cs="Arial"/>
          <w:iCs/>
          <w:szCs w:val="20"/>
          <w:lang w:val="et-EE"/>
        </w:rPr>
        <w:t>Palun esitage</w:t>
      </w:r>
      <w:r>
        <w:rPr>
          <w:rFonts w:ascii="Arial" w:hAnsi="Arial" w:cs="Arial"/>
          <w:iCs/>
          <w:szCs w:val="20"/>
          <w:lang w:val="et-EE"/>
        </w:rPr>
        <w:t xml:space="preserve"> vastus päringule</w:t>
      </w:r>
      <w:r w:rsidR="00877B6E">
        <w:rPr>
          <w:rFonts w:ascii="Arial" w:hAnsi="Arial" w:cs="Arial"/>
          <w:iCs/>
          <w:szCs w:val="20"/>
          <w:lang w:val="et-EE"/>
        </w:rPr>
        <w:t xml:space="preserve"> esimesel võimalusel, kuid</w:t>
      </w:r>
      <w:r>
        <w:rPr>
          <w:rFonts w:ascii="Arial" w:hAnsi="Arial" w:cs="Arial"/>
          <w:iCs/>
          <w:szCs w:val="20"/>
          <w:lang w:val="et-EE"/>
        </w:rPr>
        <w:t xml:space="preserve"> </w:t>
      </w:r>
      <w:r w:rsidRPr="00877B6E">
        <w:rPr>
          <w:rFonts w:ascii="Arial" w:hAnsi="Arial" w:cs="Arial"/>
          <w:b/>
          <w:bCs/>
          <w:iCs/>
          <w:szCs w:val="20"/>
          <w:lang w:val="et-EE"/>
        </w:rPr>
        <w:t>hiljemalt</w:t>
      </w:r>
      <w:r w:rsidR="00877B6E" w:rsidRPr="00877B6E">
        <w:rPr>
          <w:rFonts w:ascii="Arial" w:hAnsi="Arial" w:cs="Arial"/>
          <w:b/>
          <w:bCs/>
          <w:iCs/>
          <w:szCs w:val="20"/>
          <w:lang w:val="et-EE"/>
        </w:rPr>
        <w:t xml:space="preserve"> 13. veebruaril 2026. a</w:t>
      </w:r>
      <w:r w:rsidR="00877B6E">
        <w:rPr>
          <w:rFonts w:ascii="Arial" w:hAnsi="Arial" w:cs="Arial"/>
          <w:iCs/>
          <w:szCs w:val="20"/>
          <w:lang w:val="et-EE"/>
        </w:rPr>
        <w:t xml:space="preserve"> </w:t>
      </w:r>
      <w:r w:rsidRPr="00C263D7">
        <w:rPr>
          <w:rFonts w:ascii="Arial" w:hAnsi="Arial" w:cs="Arial"/>
          <w:iCs/>
          <w:szCs w:val="20"/>
          <w:lang w:val="et-EE"/>
        </w:rPr>
        <w:t xml:space="preserve"> e-posti aadressile </w:t>
      </w:r>
      <w:hyperlink r:id="rId12" w:history="1">
        <w:r w:rsidRPr="00C263D7">
          <w:rPr>
            <w:rStyle w:val="Hperlink"/>
            <w:rFonts w:ascii="Arial" w:hAnsi="Arial" w:cs="Arial"/>
            <w:color w:val="auto"/>
            <w:szCs w:val="20"/>
            <w:u w:val="none"/>
            <w:lang w:val="et-EE"/>
          </w:rPr>
          <w:t>tmkjogeva.menetlus@kohus.ee</w:t>
        </w:r>
      </w:hyperlink>
      <w:r w:rsidR="00877B6E">
        <w:rPr>
          <w:rFonts w:ascii="Arial" w:hAnsi="Arial" w:cs="Arial"/>
          <w:szCs w:val="20"/>
          <w:lang w:val="et-EE"/>
        </w:rPr>
        <w:t>.</w:t>
      </w:r>
    </w:p>
    <w:p w14:paraId="18FE5181" w14:textId="77777777" w:rsidR="00AC0973" w:rsidRPr="007F0774" w:rsidRDefault="00AC0973" w:rsidP="007F0774">
      <w:pPr>
        <w:jc w:val="both"/>
        <w:rPr>
          <w:rFonts w:ascii="Arial" w:hAnsi="Arial" w:cs="Arial"/>
          <w:lang w:val="et-EE"/>
        </w:rPr>
      </w:pPr>
    </w:p>
    <w:p w14:paraId="53729F3F" w14:textId="1A90248E" w:rsidR="00536411" w:rsidRDefault="00536411" w:rsidP="00F653F5">
      <w:pPr>
        <w:jc w:val="both"/>
      </w:pPr>
    </w:p>
    <w:p w14:paraId="472477E9" w14:textId="77777777" w:rsidR="002279FB" w:rsidRDefault="002279FB" w:rsidP="00780888">
      <w:pPr>
        <w:jc w:val="both"/>
        <w:rPr>
          <w:rFonts w:ascii="Arial" w:hAnsi="Arial" w:cs="Arial"/>
          <w:szCs w:val="20"/>
          <w:lang w:val="et-EE"/>
        </w:rPr>
      </w:pPr>
    </w:p>
    <w:p w14:paraId="3B3B4ED5" w14:textId="61D681CE" w:rsidR="001005DB" w:rsidRDefault="001005DB" w:rsidP="00F653F5">
      <w:pPr>
        <w:jc w:val="both"/>
        <w:rPr>
          <w:rFonts w:ascii="Arial" w:hAnsi="Arial" w:cs="Arial"/>
          <w:szCs w:val="20"/>
          <w:lang w:val="et-EE"/>
        </w:rPr>
      </w:pPr>
      <w:r>
        <w:rPr>
          <w:rFonts w:ascii="Arial" w:hAnsi="Arial" w:cs="Arial"/>
          <w:szCs w:val="20"/>
          <w:lang w:val="et-EE"/>
        </w:rPr>
        <w:t>Lugupidamisega</w:t>
      </w:r>
    </w:p>
    <w:p w14:paraId="66E3C9CA" w14:textId="77777777" w:rsidR="001005DB" w:rsidRDefault="001005DB" w:rsidP="00F653F5">
      <w:pPr>
        <w:jc w:val="both"/>
        <w:rPr>
          <w:rFonts w:ascii="Arial" w:hAnsi="Arial" w:cs="Arial"/>
          <w:szCs w:val="20"/>
          <w:lang w:val="et-EE"/>
        </w:rPr>
      </w:pPr>
    </w:p>
    <w:p w14:paraId="34397175" w14:textId="799065AC" w:rsidR="001005DB" w:rsidRDefault="001005DB" w:rsidP="00F653F5">
      <w:pPr>
        <w:jc w:val="both"/>
        <w:rPr>
          <w:rFonts w:ascii="Arial" w:hAnsi="Arial" w:cs="Arial"/>
          <w:szCs w:val="20"/>
          <w:lang w:val="et-EE"/>
        </w:rPr>
      </w:pPr>
      <w:r>
        <w:rPr>
          <w:rFonts w:ascii="Arial" w:hAnsi="Arial" w:cs="Arial"/>
          <w:szCs w:val="20"/>
          <w:lang w:val="et-EE"/>
        </w:rPr>
        <w:t>(allkirjastatud digitaalselt)</w:t>
      </w:r>
    </w:p>
    <w:p w14:paraId="2CB57CFE" w14:textId="77777777" w:rsidR="001005DB" w:rsidRDefault="001005DB" w:rsidP="00F653F5">
      <w:pPr>
        <w:jc w:val="both"/>
        <w:rPr>
          <w:rFonts w:ascii="Arial" w:hAnsi="Arial" w:cs="Arial"/>
          <w:szCs w:val="20"/>
          <w:lang w:val="et-EE"/>
        </w:rPr>
      </w:pPr>
    </w:p>
    <w:p w14:paraId="237C690F" w14:textId="4027DF89" w:rsidR="001005DB" w:rsidRDefault="00203214" w:rsidP="00F653F5">
      <w:pPr>
        <w:jc w:val="both"/>
        <w:rPr>
          <w:rFonts w:ascii="Arial" w:hAnsi="Arial" w:cs="Arial"/>
          <w:szCs w:val="20"/>
          <w:lang w:val="et-EE"/>
        </w:rPr>
      </w:pPr>
      <w:r>
        <w:rPr>
          <w:rFonts w:ascii="Arial" w:hAnsi="Arial" w:cs="Arial"/>
          <w:szCs w:val="20"/>
          <w:lang w:val="et-EE"/>
        </w:rPr>
        <w:t>Janika Simmul</w:t>
      </w:r>
    </w:p>
    <w:p w14:paraId="1FD4FB9B" w14:textId="76B7375B" w:rsidR="001005DB" w:rsidRPr="00D977BE" w:rsidRDefault="00203214" w:rsidP="00F653F5">
      <w:pPr>
        <w:jc w:val="both"/>
        <w:rPr>
          <w:rFonts w:ascii="Arial" w:hAnsi="Arial" w:cs="Arial"/>
          <w:szCs w:val="20"/>
          <w:lang w:val="et-EE"/>
        </w:rPr>
      </w:pPr>
      <w:r>
        <w:rPr>
          <w:rFonts w:ascii="Arial" w:hAnsi="Arial" w:cs="Arial"/>
          <w:szCs w:val="20"/>
          <w:lang w:val="et-EE"/>
        </w:rPr>
        <w:t>kohtujurist</w:t>
      </w:r>
    </w:p>
    <w:sectPr w:rsidR="001005DB" w:rsidRPr="00D977BE" w:rsidSect="005A6DF4">
      <w:footerReference w:type="default" r:id="rId13"/>
      <w:headerReference w:type="first" r:id="rId14"/>
      <w:footerReference w:type="first" r:id="rId15"/>
      <w:pgSz w:w="11900" w:h="16840"/>
      <w:pgMar w:top="1418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10659" w14:textId="77777777" w:rsidR="008732AB" w:rsidRDefault="008732AB" w:rsidP="00DA1915">
      <w:r>
        <w:separator/>
      </w:r>
    </w:p>
  </w:endnote>
  <w:endnote w:type="continuationSeparator" w:id="0">
    <w:p w14:paraId="55A8D62E" w14:textId="77777777" w:rsidR="008732AB" w:rsidRDefault="008732AB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7440213"/>
      <w:docPartObj>
        <w:docPartGallery w:val="Page Numbers (Bottom of Page)"/>
        <w:docPartUnique/>
      </w:docPartObj>
    </w:sdtPr>
    <w:sdtContent>
      <w:p w14:paraId="7AACF13A" w14:textId="77777777" w:rsidR="005A6DF4" w:rsidRDefault="005A6DF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57AF36C7" w14:textId="77777777" w:rsidR="005A6DF4" w:rsidRDefault="005A6DF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23EE5" w14:textId="77777777" w:rsidR="00AF1B43" w:rsidRDefault="00AF1B43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D8B34C" wp14:editId="07631326">
              <wp:simplePos x="0" y="0"/>
              <wp:positionH relativeFrom="page">
                <wp:align>left</wp:align>
              </wp:positionH>
              <wp:positionV relativeFrom="paragraph">
                <wp:posOffset>-260985</wp:posOffset>
              </wp:positionV>
              <wp:extent cx="8000789" cy="904240"/>
              <wp:effectExtent l="0" t="0" r="19685" b="1016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424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E2568B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Suur 1, Jõgeva, 48306; registrikood: </w:t>
                          </w:r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74001966; telefon: </w:t>
                          </w:r>
                          <w:r w:rsidR="00D8602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</w:t>
                          </w:r>
                          <w:r w:rsidR="004C7CD4"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e</w:t>
                          </w:r>
                          <w:r w:rsidR="004C7CD4"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-post:  </w:t>
                          </w:r>
                          <w:r w:rsidR="00D8602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tmkjogeva.menetlus</w:t>
                          </w:r>
                          <w:r w:rsidR="004C7CD4" w:rsidRPr="004C7CD4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@kohus.ee</w:t>
                          </w:r>
                          <w:r w:rsidRPr="008C461A"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4C1F061C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8C461A">
                            <w:rPr>
                              <w:color w:val="FFFFFF" w:themeColor="background1"/>
                            </w:rPr>
                            <w:t xml:space="preserve">Lisainfo: </w:t>
                          </w:r>
                          <w:hyperlink r:id="rId1" w:history="1">
                            <w:r w:rsidRPr="008C461A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D8B34C" id="Rectangle 4" o:spid="_x0000_s1026" style="position:absolute;margin-left:0;margin-top:-20.55pt;width:630pt;height:71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" fillcolor="#003087" strokecolor="#1f3763 [1604]" strokeweight="1pt">
              <v:textbox>
                <w:txbxContent>
                  <w:p w14:paraId="7EE2568B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Suur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Jõgeva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48306;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registrikood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74001966; </w:t>
                    </w:r>
                    <w:proofErr w:type="spellStart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r w:rsidR="00D8602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</w:t>
                    </w:r>
                    <w:r w:rsidR="004C7CD4"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e</w:t>
                    </w:r>
                    <w:r w:rsidR="004C7CD4"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-post:  </w:t>
                    </w:r>
                    <w:r w:rsidR="00D8602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tmkjogeva.menetlus</w:t>
                    </w:r>
                    <w:r w:rsidR="004C7CD4" w:rsidRPr="004C7CD4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@kohus.ee</w:t>
                    </w:r>
                    <w:r w:rsidRPr="008C461A">
                      <w:rPr>
                        <w:color w:val="FFFFFF" w:themeColor="background1"/>
                      </w:rPr>
                      <w:t xml:space="preserve"> </w:t>
                    </w:r>
                  </w:p>
                  <w:p w14:paraId="4C1F061C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color w:val="FFFFFF" w:themeColor="background1"/>
                      </w:rPr>
                      <w:t>Lisainfo</w:t>
                    </w:r>
                    <w:proofErr w:type="spellEnd"/>
                    <w:r w:rsidRPr="008C461A">
                      <w:rPr>
                        <w:color w:val="FFFFFF" w:themeColor="background1"/>
                      </w:rPr>
                      <w:t xml:space="preserve">: </w:t>
                    </w:r>
                    <w:hyperlink r:id="rId2" w:history="1">
                      <w:r w:rsidRPr="008C461A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E2658" w14:textId="77777777" w:rsidR="008732AB" w:rsidRDefault="008732AB" w:rsidP="00DA1915">
      <w:r>
        <w:separator/>
      </w:r>
    </w:p>
  </w:footnote>
  <w:footnote w:type="continuationSeparator" w:id="0">
    <w:p w14:paraId="35AD78C4" w14:textId="77777777" w:rsidR="008732AB" w:rsidRDefault="008732AB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A2A3" w14:textId="77777777" w:rsidR="00AF1B43" w:rsidRDefault="00AF1B43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BEC5BB" wp14:editId="67B46D79">
              <wp:simplePos x="0" y="0"/>
              <wp:positionH relativeFrom="column">
                <wp:posOffset>-873456</wp:posOffset>
              </wp:positionH>
              <wp:positionV relativeFrom="paragraph">
                <wp:posOffset>-451011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5E9307" id="Rectangle 3" o:spid="_x0000_s1026" style="position:absolute;margin-left:-68.8pt;margin-top:-35.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F351B"/>
    <w:multiLevelType w:val="hybridMultilevel"/>
    <w:tmpl w:val="04D004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E14E9"/>
    <w:multiLevelType w:val="hybridMultilevel"/>
    <w:tmpl w:val="C358B8EC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F30D5"/>
    <w:multiLevelType w:val="hybridMultilevel"/>
    <w:tmpl w:val="D972A1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957288">
    <w:abstractNumId w:val="1"/>
  </w:num>
  <w:num w:numId="2" w16cid:durableId="1323849126">
    <w:abstractNumId w:val="0"/>
  </w:num>
  <w:num w:numId="3" w16cid:durableId="285350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28"/>
    <w:rsid w:val="00004FCB"/>
    <w:rsid w:val="00006A21"/>
    <w:rsid w:val="00020FB0"/>
    <w:rsid w:val="000339BA"/>
    <w:rsid w:val="00042A4B"/>
    <w:rsid w:val="0004701C"/>
    <w:rsid w:val="00066A12"/>
    <w:rsid w:val="000775F6"/>
    <w:rsid w:val="00077F3D"/>
    <w:rsid w:val="000833F4"/>
    <w:rsid w:val="000904E0"/>
    <w:rsid w:val="00090EF5"/>
    <w:rsid w:val="000A0410"/>
    <w:rsid w:val="000A74C9"/>
    <w:rsid w:val="000B45C7"/>
    <w:rsid w:val="000E75DB"/>
    <w:rsid w:val="000F376B"/>
    <w:rsid w:val="000F3778"/>
    <w:rsid w:val="001005DB"/>
    <w:rsid w:val="00107725"/>
    <w:rsid w:val="0011189F"/>
    <w:rsid w:val="001363B0"/>
    <w:rsid w:val="00151B84"/>
    <w:rsid w:val="00164A47"/>
    <w:rsid w:val="001650C8"/>
    <w:rsid w:val="00167ED9"/>
    <w:rsid w:val="001769CB"/>
    <w:rsid w:val="00184354"/>
    <w:rsid w:val="0019081D"/>
    <w:rsid w:val="00194004"/>
    <w:rsid w:val="001B0C5D"/>
    <w:rsid w:val="001B3B00"/>
    <w:rsid w:val="001B6A5A"/>
    <w:rsid w:val="001C14B9"/>
    <w:rsid w:val="001C3236"/>
    <w:rsid w:val="001C5F21"/>
    <w:rsid w:val="001D253D"/>
    <w:rsid w:val="001D5BE2"/>
    <w:rsid w:val="001E5F29"/>
    <w:rsid w:val="001F1337"/>
    <w:rsid w:val="00203214"/>
    <w:rsid w:val="002069BB"/>
    <w:rsid w:val="002107F1"/>
    <w:rsid w:val="00220689"/>
    <w:rsid w:val="00223A46"/>
    <w:rsid w:val="002279FB"/>
    <w:rsid w:val="0024283F"/>
    <w:rsid w:val="00250D74"/>
    <w:rsid w:val="002514C1"/>
    <w:rsid w:val="00252F55"/>
    <w:rsid w:val="00261B21"/>
    <w:rsid w:val="002719AB"/>
    <w:rsid w:val="00276BEA"/>
    <w:rsid w:val="00281014"/>
    <w:rsid w:val="00285515"/>
    <w:rsid w:val="002A05CA"/>
    <w:rsid w:val="002A7DFD"/>
    <w:rsid w:val="002B44F6"/>
    <w:rsid w:val="002B4CBA"/>
    <w:rsid w:val="002C66AC"/>
    <w:rsid w:val="002D1CBF"/>
    <w:rsid w:val="002F3A42"/>
    <w:rsid w:val="002F3D13"/>
    <w:rsid w:val="002F4581"/>
    <w:rsid w:val="003011C6"/>
    <w:rsid w:val="003117EC"/>
    <w:rsid w:val="00330C9B"/>
    <w:rsid w:val="00330F5A"/>
    <w:rsid w:val="00345C07"/>
    <w:rsid w:val="00350908"/>
    <w:rsid w:val="0038371D"/>
    <w:rsid w:val="00392004"/>
    <w:rsid w:val="00394BC5"/>
    <w:rsid w:val="0039521D"/>
    <w:rsid w:val="003A5F49"/>
    <w:rsid w:val="003D2252"/>
    <w:rsid w:val="003E3A3A"/>
    <w:rsid w:val="003E56F8"/>
    <w:rsid w:val="003F0460"/>
    <w:rsid w:val="003F253B"/>
    <w:rsid w:val="003F6F57"/>
    <w:rsid w:val="00401C62"/>
    <w:rsid w:val="00417FEE"/>
    <w:rsid w:val="00431A30"/>
    <w:rsid w:val="004365BC"/>
    <w:rsid w:val="004407F8"/>
    <w:rsid w:val="0044110B"/>
    <w:rsid w:val="004439C7"/>
    <w:rsid w:val="00451B2F"/>
    <w:rsid w:val="00455C09"/>
    <w:rsid w:val="004624A7"/>
    <w:rsid w:val="00482581"/>
    <w:rsid w:val="004973B3"/>
    <w:rsid w:val="004A1192"/>
    <w:rsid w:val="004A20B3"/>
    <w:rsid w:val="004B0788"/>
    <w:rsid w:val="004B16BF"/>
    <w:rsid w:val="004B26C5"/>
    <w:rsid w:val="004B67FC"/>
    <w:rsid w:val="004C620E"/>
    <w:rsid w:val="004C7CD4"/>
    <w:rsid w:val="004D1752"/>
    <w:rsid w:val="004D187D"/>
    <w:rsid w:val="004E5B94"/>
    <w:rsid w:val="004F64A0"/>
    <w:rsid w:val="00506ECF"/>
    <w:rsid w:val="005073AE"/>
    <w:rsid w:val="0051481A"/>
    <w:rsid w:val="00527DFC"/>
    <w:rsid w:val="00536411"/>
    <w:rsid w:val="005432D0"/>
    <w:rsid w:val="00564377"/>
    <w:rsid w:val="005668F6"/>
    <w:rsid w:val="0058514A"/>
    <w:rsid w:val="00587ECA"/>
    <w:rsid w:val="005A0B4B"/>
    <w:rsid w:val="005A6DF4"/>
    <w:rsid w:val="005B39BA"/>
    <w:rsid w:val="005C0902"/>
    <w:rsid w:val="005C0CCE"/>
    <w:rsid w:val="005D2C49"/>
    <w:rsid w:val="005E27A9"/>
    <w:rsid w:val="0061307E"/>
    <w:rsid w:val="006205E3"/>
    <w:rsid w:val="00622DFA"/>
    <w:rsid w:val="006275E3"/>
    <w:rsid w:val="006360D8"/>
    <w:rsid w:val="00637CC1"/>
    <w:rsid w:val="00655CE1"/>
    <w:rsid w:val="00680F1E"/>
    <w:rsid w:val="00685A79"/>
    <w:rsid w:val="00685E0C"/>
    <w:rsid w:val="0069316D"/>
    <w:rsid w:val="006953AA"/>
    <w:rsid w:val="006A061B"/>
    <w:rsid w:val="006A238E"/>
    <w:rsid w:val="006A6C38"/>
    <w:rsid w:val="006B471A"/>
    <w:rsid w:val="006C6FCC"/>
    <w:rsid w:val="006E0E5C"/>
    <w:rsid w:val="006E3F6D"/>
    <w:rsid w:val="006F3C9A"/>
    <w:rsid w:val="00703654"/>
    <w:rsid w:val="00707437"/>
    <w:rsid w:val="00715F54"/>
    <w:rsid w:val="0072010A"/>
    <w:rsid w:val="00725E64"/>
    <w:rsid w:val="007264E6"/>
    <w:rsid w:val="00735DF0"/>
    <w:rsid w:val="0073644E"/>
    <w:rsid w:val="007366E4"/>
    <w:rsid w:val="00763A57"/>
    <w:rsid w:val="00780638"/>
    <w:rsid w:val="00780888"/>
    <w:rsid w:val="007818E8"/>
    <w:rsid w:val="00791DB2"/>
    <w:rsid w:val="007967D0"/>
    <w:rsid w:val="007A023F"/>
    <w:rsid w:val="007B18FD"/>
    <w:rsid w:val="007D3F1D"/>
    <w:rsid w:val="007D6B07"/>
    <w:rsid w:val="007E27D7"/>
    <w:rsid w:val="007E28F5"/>
    <w:rsid w:val="007F0774"/>
    <w:rsid w:val="007F0C22"/>
    <w:rsid w:val="007F368E"/>
    <w:rsid w:val="007F50CA"/>
    <w:rsid w:val="00802AD6"/>
    <w:rsid w:val="00810DF8"/>
    <w:rsid w:val="008119F9"/>
    <w:rsid w:val="00816B9D"/>
    <w:rsid w:val="0082141E"/>
    <w:rsid w:val="0085135D"/>
    <w:rsid w:val="00864136"/>
    <w:rsid w:val="00864D22"/>
    <w:rsid w:val="00864E7E"/>
    <w:rsid w:val="008707A1"/>
    <w:rsid w:val="00872B3C"/>
    <w:rsid w:val="008732AB"/>
    <w:rsid w:val="00873A81"/>
    <w:rsid w:val="00877B6E"/>
    <w:rsid w:val="00887441"/>
    <w:rsid w:val="00894532"/>
    <w:rsid w:val="008A34F4"/>
    <w:rsid w:val="008A493E"/>
    <w:rsid w:val="008C461A"/>
    <w:rsid w:val="008E2C3F"/>
    <w:rsid w:val="008F7959"/>
    <w:rsid w:val="00914E3F"/>
    <w:rsid w:val="00915095"/>
    <w:rsid w:val="009410D3"/>
    <w:rsid w:val="00951D0A"/>
    <w:rsid w:val="009571B8"/>
    <w:rsid w:val="00972F4A"/>
    <w:rsid w:val="00982F40"/>
    <w:rsid w:val="009905EF"/>
    <w:rsid w:val="009921A7"/>
    <w:rsid w:val="009B0E76"/>
    <w:rsid w:val="009C3C22"/>
    <w:rsid w:val="009C3EFC"/>
    <w:rsid w:val="009D0ED2"/>
    <w:rsid w:val="009E5488"/>
    <w:rsid w:val="00A00E1A"/>
    <w:rsid w:val="00A15A7B"/>
    <w:rsid w:val="00A22259"/>
    <w:rsid w:val="00A252B8"/>
    <w:rsid w:val="00A26710"/>
    <w:rsid w:val="00A301BD"/>
    <w:rsid w:val="00A4557C"/>
    <w:rsid w:val="00A652B3"/>
    <w:rsid w:val="00A6702A"/>
    <w:rsid w:val="00AA1730"/>
    <w:rsid w:val="00AA3AEC"/>
    <w:rsid w:val="00AA4A4E"/>
    <w:rsid w:val="00AC0973"/>
    <w:rsid w:val="00AC0EAB"/>
    <w:rsid w:val="00AC4563"/>
    <w:rsid w:val="00AC4A3C"/>
    <w:rsid w:val="00AD15FB"/>
    <w:rsid w:val="00AE60FA"/>
    <w:rsid w:val="00AF1B43"/>
    <w:rsid w:val="00B073E5"/>
    <w:rsid w:val="00B14ACF"/>
    <w:rsid w:val="00B168EA"/>
    <w:rsid w:val="00B26415"/>
    <w:rsid w:val="00B310B5"/>
    <w:rsid w:val="00B33756"/>
    <w:rsid w:val="00B37EB5"/>
    <w:rsid w:val="00B41DEF"/>
    <w:rsid w:val="00B4389D"/>
    <w:rsid w:val="00B50455"/>
    <w:rsid w:val="00B57933"/>
    <w:rsid w:val="00B75D3A"/>
    <w:rsid w:val="00B82845"/>
    <w:rsid w:val="00B97D35"/>
    <w:rsid w:val="00BA0980"/>
    <w:rsid w:val="00BA208E"/>
    <w:rsid w:val="00BA2E12"/>
    <w:rsid w:val="00BB030D"/>
    <w:rsid w:val="00BB72F2"/>
    <w:rsid w:val="00BD2928"/>
    <w:rsid w:val="00BE14AF"/>
    <w:rsid w:val="00BE2138"/>
    <w:rsid w:val="00BE2846"/>
    <w:rsid w:val="00BE444C"/>
    <w:rsid w:val="00BF2BEE"/>
    <w:rsid w:val="00BF4D1B"/>
    <w:rsid w:val="00C0004D"/>
    <w:rsid w:val="00C027BE"/>
    <w:rsid w:val="00C065C8"/>
    <w:rsid w:val="00C309A3"/>
    <w:rsid w:val="00C32972"/>
    <w:rsid w:val="00C33188"/>
    <w:rsid w:val="00C452C8"/>
    <w:rsid w:val="00C46B7F"/>
    <w:rsid w:val="00C47FFC"/>
    <w:rsid w:val="00C5766E"/>
    <w:rsid w:val="00C601D5"/>
    <w:rsid w:val="00C61582"/>
    <w:rsid w:val="00C73351"/>
    <w:rsid w:val="00C84251"/>
    <w:rsid w:val="00C8651B"/>
    <w:rsid w:val="00C958A7"/>
    <w:rsid w:val="00CA4EA2"/>
    <w:rsid w:val="00CA6F9C"/>
    <w:rsid w:val="00D11D95"/>
    <w:rsid w:val="00D13F04"/>
    <w:rsid w:val="00D21FE8"/>
    <w:rsid w:val="00D36804"/>
    <w:rsid w:val="00D61ABD"/>
    <w:rsid w:val="00D63836"/>
    <w:rsid w:val="00D679ED"/>
    <w:rsid w:val="00D86028"/>
    <w:rsid w:val="00D91330"/>
    <w:rsid w:val="00D95D88"/>
    <w:rsid w:val="00D977BE"/>
    <w:rsid w:val="00DA0FCF"/>
    <w:rsid w:val="00DA1915"/>
    <w:rsid w:val="00DB1299"/>
    <w:rsid w:val="00DB6227"/>
    <w:rsid w:val="00DD3520"/>
    <w:rsid w:val="00DD4F84"/>
    <w:rsid w:val="00DE10C3"/>
    <w:rsid w:val="00E260F9"/>
    <w:rsid w:val="00E349D5"/>
    <w:rsid w:val="00E3795D"/>
    <w:rsid w:val="00E47F56"/>
    <w:rsid w:val="00E7252F"/>
    <w:rsid w:val="00E8659A"/>
    <w:rsid w:val="00E90E79"/>
    <w:rsid w:val="00EB0DA6"/>
    <w:rsid w:val="00EB3E58"/>
    <w:rsid w:val="00EC53E3"/>
    <w:rsid w:val="00ED1FB0"/>
    <w:rsid w:val="00EE69B1"/>
    <w:rsid w:val="00F00A78"/>
    <w:rsid w:val="00F021D4"/>
    <w:rsid w:val="00F058A0"/>
    <w:rsid w:val="00F15AC9"/>
    <w:rsid w:val="00F22D06"/>
    <w:rsid w:val="00F23ACB"/>
    <w:rsid w:val="00F250CD"/>
    <w:rsid w:val="00F3207C"/>
    <w:rsid w:val="00F325BF"/>
    <w:rsid w:val="00F4669B"/>
    <w:rsid w:val="00F569A2"/>
    <w:rsid w:val="00F56D3D"/>
    <w:rsid w:val="00F653F5"/>
    <w:rsid w:val="00F878DB"/>
    <w:rsid w:val="00F95575"/>
    <w:rsid w:val="00F9572A"/>
    <w:rsid w:val="00FA6EBD"/>
    <w:rsid w:val="00FB4F8D"/>
    <w:rsid w:val="00FC0FB2"/>
    <w:rsid w:val="00FC186C"/>
    <w:rsid w:val="00FC3A4F"/>
    <w:rsid w:val="00FC5622"/>
    <w:rsid w:val="00FC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7920B"/>
  <w15:chartTrackingRefBased/>
  <w15:docId w15:val="{DBD7B1CA-5D23-4611-8E1A-6DE737F2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A23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D977BE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A238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oendilik">
    <w:name w:val="List Paragraph"/>
    <w:basedOn w:val="Normaallaad"/>
    <w:uiPriority w:val="34"/>
    <w:qFormat/>
    <w:rsid w:val="00440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kjogeva.menetlus@kohus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ivi.kalme\Desktop\Eesti_kohtud_Tartumk_Jogeva_kohtu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AE3AF8-3971-47A0-A3F0-37C8E2E6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Eesti_kohtud_Tartumk_Jogeva_kohtu_kirjaplank</Template>
  <TotalTime>35</TotalTime>
  <Pages>1</Pages>
  <Words>133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Sandra.Kallas@kohus.ee</dc:creator>
  <cp:keywords/>
  <dc:description/>
  <cp:lastModifiedBy>Janika Simmul - TMK</cp:lastModifiedBy>
  <cp:revision>47</cp:revision>
  <cp:lastPrinted>2024-08-13T07:13:00Z</cp:lastPrinted>
  <dcterms:created xsi:type="dcterms:W3CDTF">2026-02-06T18:11:00Z</dcterms:created>
  <dcterms:modified xsi:type="dcterms:W3CDTF">2026-02-09T07:40:00Z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2025-08-15T04:57:51Z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dea1a86e-09aa-4634-8130-457c0f10b713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